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712A" w:rsidRPr="00D71B3B" w:rsidRDefault="00D6712A" w:rsidP="00F26C74">
      <w:pPr>
        <w:jc w:val="center"/>
        <w:rPr>
          <w:sz w:val="24"/>
          <w:szCs w:val="24"/>
        </w:rPr>
      </w:pPr>
      <w:r w:rsidRPr="00D71B3B">
        <w:rPr>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68pt;height:48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v-text-kern:t" trim="t" fitpath="t" string="Social Studies Reflection"/>
          </v:shape>
        </w:pict>
      </w:r>
    </w:p>
    <w:p w:rsidR="00D6712A" w:rsidRPr="00D71B3B" w:rsidRDefault="00D6712A" w:rsidP="00A73723">
      <w:pPr>
        <w:pStyle w:val="ListParagraph"/>
        <w:numPr>
          <w:ilvl w:val="0"/>
          <w:numId w:val="1"/>
        </w:numPr>
        <w:rPr>
          <w:sz w:val="24"/>
          <w:szCs w:val="24"/>
        </w:rPr>
      </w:pPr>
      <w:r w:rsidRPr="00D71B3B">
        <w:rPr>
          <w:sz w:val="24"/>
          <w:szCs w:val="24"/>
        </w:rPr>
        <w:t>Which chapter in World History did you enjoy most this year and why?</w:t>
      </w:r>
    </w:p>
    <w:p w:rsidR="00D6712A" w:rsidRPr="00D71B3B" w:rsidRDefault="00D6712A" w:rsidP="00813390">
      <w:pPr>
        <w:ind w:left="360"/>
        <w:rPr>
          <w:sz w:val="24"/>
          <w:szCs w:val="24"/>
        </w:rPr>
      </w:pPr>
      <w:r w:rsidRPr="00D71B3B">
        <w:rPr>
          <w:sz w:val="24"/>
          <w:szCs w:val="24"/>
        </w:rPr>
        <w:t>I enjoyed Chapter 3, Ancient Egypt and Nubia. I enjoyed this chapter because it involved the Nile River, the Great Pyramid, and the Nubians, and Egypt and pyramids have always seemed interesting to me. I also like learning about the religion and the gods that they believe in.</w:t>
      </w:r>
    </w:p>
    <w:p w:rsidR="00D6712A" w:rsidRPr="00D71B3B" w:rsidRDefault="00D6712A" w:rsidP="00813390">
      <w:pPr>
        <w:ind w:left="360"/>
        <w:rPr>
          <w:sz w:val="24"/>
          <w:szCs w:val="24"/>
        </w:rPr>
      </w:pPr>
    </w:p>
    <w:p w:rsidR="00D6712A" w:rsidRPr="00D71B3B" w:rsidRDefault="00D6712A" w:rsidP="00B206AC">
      <w:pPr>
        <w:pStyle w:val="ListParagraph"/>
        <w:numPr>
          <w:ilvl w:val="0"/>
          <w:numId w:val="1"/>
        </w:numPr>
        <w:rPr>
          <w:sz w:val="24"/>
          <w:szCs w:val="24"/>
        </w:rPr>
      </w:pPr>
      <w:r w:rsidRPr="00D71B3B">
        <w:rPr>
          <w:sz w:val="24"/>
          <w:szCs w:val="24"/>
        </w:rPr>
        <w:t>Describe some of the things that you learned in that chapter. Is there a project that you completed that you enjoyed working on?</w:t>
      </w:r>
    </w:p>
    <w:p w:rsidR="00D6712A" w:rsidRPr="00D71B3B" w:rsidRDefault="00D6712A" w:rsidP="00574EFD">
      <w:pPr>
        <w:pStyle w:val="ListParagraph"/>
        <w:ind w:left="360"/>
        <w:rPr>
          <w:sz w:val="24"/>
          <w:szCs w:val="24"/>
        </w:rPr>
      </w:pPr>
      <w:r w:rsidRPr="00D71B3B">
        <w:rPr>
          <w:sz w:val="24"/>
          <w:szCs w:val="24"/>
        </w:rPr>
        <w:t>I learned about how the Nile River helped and hurt the Egyptians, the two sections in Egypt and the life in each of them, social life, trade and technology, pharaohs, and the interactions between Egypt and Nubia, a kingdom south of Egypt.</w:t>
      </w:r>
    </w:p>
    <w:p w:rsidR="00D6712A" w:rsidRPr="00D71B3B" w:rsidRDefault="00D6712A" w:rsidP="00574EFD">
      <w:pPr>
        <w:pStyle w:val="ListParagraph"/>
        <w:ind w:left="360"/>
        <w:rPr>
          <w:sz w:val="24"/>
          <w:szCs w:val="24"/>
        </w:rPr>
      </w:pPr>
    </w:p>
    <w:p w:rsidR="00D6712A" w:rsidRPr="00D71B3B" w:rsidRDefault="00D6712A" w:rsidP="0093489C">
      <w:pPr>
        <w:pStyle w:val="ListParagraph"/>
        <w:numPr>
          <w:ilvl w:val="0"/>
          <w:numId w:val="1"/>
        </w:numPr>
        <w:rPr>
          <w:sz w:val="24"/>
          <w:szCs w:val="24"/>
        </w:rPr>
      </w:pPr>
      <w:r w:rsidRPr="00D71B3B">
        <w:rPr>
          <w:sz w:val="24"/>
          <w:szCs w:val="24"/>
        </w:rPr>
        <w:t>What new skills have you learned throughout the year?</w:t>
      </w:r>
    </w:p>
    <w:p w:rsidR="00D6712A" w:rsidRPr="00D71B3B" w:rsidRDefault="00D6712A" w:rsidP="00574EFD">
      <w:pPr>
        <w:ind w:left="360"/>
        <w:rPr>
          <w:sz w:val="24"/>
          <w:szCs w:val="24"/>
        </w:rPr>
      </w:pPr>
      <w:r w:rsidRPr="00D71B3B">
        <w:rPr>
          <w:sz w:val="24"/>
          <w:szCs w:val="24"/>
        </w:rPr>
        <w:t xml:space="preserve">The skills that I have learned </w:t>
      </w:r>
      <w:bookmarkStart w:id="0" w:name="_GoBack"/>
      <w:bookmarkEnd w:id="0"/>
      <w:r w:rsidRPr="00D71B3B">
        <w:rPr>
          <w:sz w:val="24"/>
          <w:szCs w:val="24"/>
        </w:rPr>
        <w:t>about were map skills and class systems. For map skills, I’ve learned how to label and make an accurate scale for a map. In class systems, the most important people are at the top, and the least important people are at the bottom.</w:t>
      </w:r>
    </w:p>
    <w:p w:rsidR="00D6712A" w:rsidRPr="00D71B3B" w:rsidRDefault="00D6712A" w:rsidP="009B76A4">
      <w:pPr>
        <w:pStyle w:val="ListParagraph"/>
        <w:numPr>
          <w:ilvl w:val="0"/>
          <w:numId w:val="1"/>
        </w:numPr>
        <w:rPr>
          <w:sz w:val="24"/>
          <w:szCs w:val="24"/>
        </w:rPr>
      </w:pPr>
      <w:r w:rsidRPr="00D71B3B">
        <w:rPr>
          <w:sz w:val="24"/>
          <w:szCs w:val="24"/>
        </w:rPr>
        <w:t>How can you apply this knowledge to the real world?</w:t>
      </w:r>
    </w:p>
    <w:p w:rsidR="00D6712A" w:rsidRPr="00D71B3B" w:rsidRDefault="00D6712A" w:rsidP="00A73723">
      <w:pPr>
        <w:ind w:left="360"/>
        <w:rPr>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81pt;margin-top:93.55pt;width:309pt;height:386.25pt;z-index:251658240">
            <v:imagedata r:id="rId5" o:title=""/>
          </v:shape>
        </w:pict>
      </w:r>
      <w:r w:rsidRPr="00D71B3B">
        <w:rPr>
          <w:sz w:val="24"/>
          <w:szCs w:val="24"/>
        </w:rPr>
        <w:t xml:space="preserve">I can apply this knowledge to the new world by being able to locate, label, and make an accurate scale for a map. I can use this knowledge for sailing. If I needed to find a place on a map I could do it, because I can now read and locate places on a map accurately. </w:t>
      </w:r>
    </w:p>
    <w:p w:rsidR="00D6712A" w:rsidRPr="00D71B3B" w:rsidRDefault="00D6712A" w:rsidP="00A73723">
      <w:pPr>
        <w:ind w:left="360"/>
        <w:rPr>
          <w:sz w:val="24"/>
          <w:szCs w:val="24"/>
        </w:rPr>
      </w:pPr>
    </w:p>
    <w:p w:rsidR="00D6712A" w:rsidRPr="00D71B3B" w:rsidRDefault="00D6712A" w:rsidP="00A73723">
      <w:pPr>
        <w:ind w:left="360"/>
        <w:rPr>
          <w:sz w:val="24"/>
          <w:szCs w:val="24"/>
        </w:rPr>
      </w:pPr>
    </w:p>
    <w:p w:rsidR="00D6712A" w:rsidRPr="00D71B3B" w:rsidRDefault="00D6712A" w:rsidP="00A73723">
      <w:pPr>
        <w:ind w:left="360"/>
        <w:rPr>
          <w:sz w:val="24"/>
          <w:szCs w:val="24"/>
        </w:rPr>
      </w:pPr>
    </w:p>
    <w:p w:rsidR="00D6712A" w:rsidRPr="00D71B3B" w:rsidRDefault="00D6712A" w:rsidP="00A73723">
      <w:pPr>
        <w:ind w:left="360"/>
        <w:rPr>
          <w:sz w:val="24"/>
          <w:szCs w:val="24"/>
        </w:rPr>
      </w:pPr>
    </w:p>
    <w:p w:rsidR="00D6712A" w:rsidRPr="00D71B3B" w:rsidRDefault="00D6712A" w:rsidP="00A73723">
      <w:pPr>
        <w:ind w:left="360"/>
        <w:rPr>
          <w:sz w:val="24"/>
          <w:szCs w:val="24"/>
        </w:rPr>
      </w:pPr>
    </w:p>
    <w:p w:rsidR="00D6712A" w:rsidRPr="00D71B3B" w:rsidRDefault="00D6712A" w:rsidP="00A73723">
      <w:pPr>
        <w:ind w:left="360"/>
        <w:rPr>
          <w:sz w:val="24"/>
          <w:szCs w:val="24"/>
        </w:rPr>
      </w:pPr>
    </w:p>
    <w:p w:rsidR="00D6712A" w:rsidRPr="00D71B3B" w:rsidRDefault="00D6712A" w:rsidP="00A73723">
      <w:pPr>
        <w:ind w:left="360"/>
        <w:rPr>
          <w:sz w:val="24"/>
          <w:szCs w:val="24"/>
        </w:rPr>
      </w:pPr>
    </w:p>
    <w:p w:rsidR="00D6712A" w:rsidRPr="00D71B3B" w:rsidRDefault="00D6712A" w:rsidP="00A73723">
      <w:pPr>
        <w:ind w:left="360"/>
        <w:rPr>
          <w:sz w:val="24"/>
          <w:szCs w:val="24"/>
        </w:rPr>
      </w:pPr>
    </w:p>
    <w:p w:rsidR="00D6712A" w:rsidRPr="00D71B3B" w:rsidRDefault="00D6712A" w:rsidP="00A73723">
      <w:pPr>
        <w:ind w:left="360"/>
        <w:rPr>
          <w:sz w:val="24"/>
          <w:szCs w:val="24"/>
        </w:rPr>
      </w:pPr>
    </w:p>
    <w:p w:rsidR="00D6712A" w:rsidRPr="00D71B3B" w:rsidRDefault="00D6712A" w:rsidP="00A73723">
      <w:pPr>
        <w:ind w:left="360"/>
        <w:rPr>
          <w:sz w:val="24"/>
          <w:szCs w:val="24"/>
        </w:rPr>
      </w:pPr>
    </w:p>
    <w:p w:rsidR="00D6712A" w:rsidRPr="00D71B3B" w:rsidRDefault="00D6712A" w:rsidP="00A73723">
      <w:pPr>
        <w:ind w:left="360"/>
        <w:rPr>
          <w:sz w:val="24"/>
          <w:szCs w:val="24"/>
        </w:rPr>
      </w:pPr>
    </w:p>
    <w:p w:rsidR="00D6712A" w:rsidRPr="00D71B3B" w:rsidRDefault="00D6712A" w:rsidP="00A73723">
      <w:pPr>
        <w:ind w:left="360"/>
        <w:rPr>
          <w:sz w:val="24"/>
          <w:szCs w:val="24"/>
        </w:rPr>
      </w:pPr>
    </w:p>
    <w:p w:rsidR="00D6712A" w:rsidRPr="00D71B3B" w:rsidRDefault="00D6712A" w:rsidP="00A73723">
      <w:pPr>
        <w:ind w:left="360"/>
        <w:rPr>
          <w:sz w:val="24"/>
          <w:szCs w:val="24"/>
        </w:rPr>
      </w:pPr>
      <w:r w:rsidRPr="00D71B3B">
        <w:rPr>
          <w:sz w:val="24"/>
          <w:szCs w:val="24"/>
        </w:rPr>
        <w:t xml:space="preserve">Image found in: </w:t>
      </w:r>
      <w:hyperlink r:id="rId6" w:history="1">
        <w:r w:rsidRPr="00D71B3B">
          <w:rPr>
            <w:rStyle w:val="Hyperlink"/>
            <w:sz w:val="24"/>
            <w:szCs w:val="24"/>
          </w:rPr>
          <w:t>http://www.worldstatesmen.org/Egypt.html</w:t>
        </w:r>
      </w:hyperlink>
      <w:r w:rsidRPr="00D71B3B">
        <w:rPr>
          <w:sz w:val="24"/>
          <w:szCs w:val="24"/>
        </w:rPr>
        <w:t xml:space="preserve"> </w:t>
      </w:r>
    </w:p>
    <w:sectPr w:rsidR="00D6712A" w:rsidRPr="00D71B3B" w:rsidSect="004D7F3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CA7D8F"/>
    <w:multiLevelType w:val="hybridMultilevel"/>
    <w:tmpl w:val="91D87C8C"/>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3723"/>
    <w:rsid w:val="00057C73"/>
    <w:rsid w:val="00097441"/>
    <w:rsid w:val="000A5391"/>
    <w:rsid w:val="001C03A7"/>
    <w:rsid w:val="001F1BF1"/>
    <w:rsid w:val="00214180"/>
    <w:rsid w:val="002E5070"/>
    <w:rsid w:val="00426E02"/>
    <w:rsid w:val="004D7F35"/>
    <w:rsid w:val="00574EFD"/>
    <w:rsid w:val="00620202"/>
    <w:rsid w:val="0062042C"/>
    <w:rsid w:val="007C52C3"/>
    <w:rsid w:val="00813390"/>
    <w:rsid w:val="0093489C"/>
    <w:rsid w:val="009B76A4"/>
    <w:rsid w:val="00A73723"/>
    <w:rsid w:val="00AB5889"/>
    <w:rsid w:val="00B206AC"/>
    <w:rsid w:val="00B34725"/>
    <w:rsid w:val="00B42449"/>
    <w:rsid w:val="00B80FF5"/>
    <w:rsid w:val="00BA40A4"/>
    <w:rsid w:val="00C93770"/>
    <w:rsid w:val="00D6712A"/>
    <w:rsid w:val="00D71B3B"/>
    <w:rsid w:val="00DA02E6"/>
    <w:rsid w:val="00EE5072"/>
    <w:rsid w:val="00F26C74"/>
    <w:rsid w:val="00F536B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7F35"/>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73723"/>
    <w:pPr>
      <w:ind w:left="720"/>
    </w:pPr>
  </w:style>
  <w:style w:type="paragraph" w:styleId="BalloonText">
    <w:name w:val="Balloon Text"/>
    <w:basedOn w:val="Normal"/>
    <w:link w:val="BalloonTextChar"/>
    <w:uiPriority w:val="99"/>
    <w:semiHidden/>
    <w:rsid w:val="00B4244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2042C"/>
    <w:rPr>
      <w:rFonts w:ascii="Times New Roman" w:hAnsi="Times New Roman" w:cs="Times New Roman"/>
      <w:sz w:val="2"/>
      <w:szCs w:val="2"/>
    </w:rPr>
  </w:style>
  <w:style w:type="character" w:styleId="Hyperlink">
    <w:name w:val="Hyperlink"/>
    <w:basedOn w:val="DefaultParagraphFont"/>
    <w:uiPriority w:val="99"/>
    <w:rsid w:val="00F26C7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orldstatesmen.org/Egypt.html"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41</TotalTime>
  <Pages>2</Pages>
  <Words>289</Words>
  <Characters>1191</Characters>
  <Application>Microsoft Office Outlook</Application>
  <DocSecurity>0</DocSecurity>
  <Lines>0</Lines>
  <Paragraphs>0</Paragraphs>
  <ScaleCrop>false</ScaleCrop>
  <Company>FTBOE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Franklin Township School</cp:lastModifiedBy>
  <cp:revision>10</cp:revision>
  <cp:lastPrinted>2010-05-12T18:11:00Z</cp:lastPrinted>
  <dcterms:created xsi:type="dcterms:W3CDTF">2010-05-12T11:42:00Z</dcterms:created>
  <dcterms:modified xsi:type="dcterms:W3CDTF">2012-05-07T17:36:00Z</dcterms:modified>
</cp:coreProperties>
</file>